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2729AED7" w:rsidR="00425059" w:rsidRDefault="006B4D5A">
      <w:r>
        <w:t>14.01.2026</w:t>
      </w:r>
    </w:p>
    <w:p w14:paraId="6ADEF206" w14:textId="77777777" w:rsidR="00425059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Default="003F5544">
      <w:pPr>
        <w:pStyle w:val="Titre"/>
      </w:pPr>
      <w:r>
        <w:t>Anhörung</w:t>
      </w:r>
    </w:p>
    <w:p w14:paraId="0B534A28" w14:textId="77777777" w:rsidR="00425059" w:rsidRDefault="00425059"/>
    <w:p w14:paraId="15509EBA" w14:textId="0591AC8F" w:rsidR="00425059" w:rsidRPr="002B53C5" w:rsidRDefault="002B53C5" w:rsidP="00E15AE7">
      <w:pPr>
        <w:pStyle w:val="Titre"/>
        <w:rPr>
          <w:b w:val="0"/>
          <w:bCs w:val="0"/>
          <w:sz w:val="36"/>
          <w:szCs w:val="36"/>
        </w:rPr>
      </w:pPr>
      <w:r w:rsidRPr="00E15AE7">
        <w:t>Gipserin-</w:t>
      </w:r>
      <w:proofErr w:type="spellStart"/>
      <w:r w:rsidRPr="00E15AE7">
        <w:t>Trockenbauerin</w:t>
      </w:r>
      <w:proofErr w:type="spellEnd"/>
      <w:r w:rsidRPr="00E15AE7">
        <w:t xml:space="preserve"> EFZ / Gipser-Trockenbauer EFZ</w:t>
      </w:r>
    </w:p>
    <w:p w14:paraId="50E5EFE7" w14:textId="77777777" w:rsidR="00BD3C57" w:rsidRPr="00BD3C57" w:rsidRDefault="00BD3C57" w:rsidP="00BD3C57"/>
    <w:p w14:paraId="203162D0" w14:textId="52ACE111" w:rsidR="00425059" w:rsidRDefault="00425059">
      <w:pPr>
        <w:pStyle w:val="Titre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r w:rsidR="006B4D5A">
        <w:rPr>
          <w:b/>
          <w:i w:val="0"/>
          <w:iCs w:val="0"/>
          <w:u w:val="single"/>
        </w:rPr>
        <w:t>16.03.2026</w:t>
      </w:r>
      <w:r>
        <w:rPr>
          <w:b/>
          <w:i w:val="0"/>
          <w:iCs w:val="0"/>
        </w:rPr>
        <w:t xml:space="preserve"> an </w:t>
      </w:r>
      <w:r w:rsidR="006B4D5A">
        <w:rPr>
          <w:b/>
          <w:i w:val="0"/>
          <w:iCs w:val="0"/>
        </w:rPr>
        <w:t>yael.fathi</w:t>
      </w:r>
      <w:r>
        <w:rPr>
          <w:b/>
          <w:i w:val="0"/>
          <w:iCs w:val="0"/>
        </w:rPr>
        <w:t>@</w:t>
      </w:r>
      <w:r w:rsidR="00D93006">
        <w:rPr>
          <w:b/>
          <w:i w:val="0"/>
          <w:iCs w:val="0"/>
        </w:rPr>
        <w:t>sbfi</w:t>
      </w:r>
      <w:r>
        <w:rPr>
          <w:b/>
          <w:i w:val="0"/>
          <w:iCs w:val="0"/>
        </w:rPr>
        <w:t>.admin.ch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</w:t>
      </w:r>
      <w:proofErr w:type="gramStart"/>
      <w:r>
        <w:rPr>
          <w:rFonts w:cs="Arial"/>
        </w:rPr>
        <w:t>ausschliesslich diese Vorlage</w:t>
      </w:r>
      <w:proofErr w:type="gramEnd"/>
      <w:r>
        <w:rPr>
          <w:rFonts w:cs="Arial"/>
        </w:rPr>
        <w:t xml:space="preserve">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Corpsdetexte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11DBF2" w14:textId="77777777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Verordnung</w:t>
      </w:r>
      <w:r w:rsidR="006A1CBD" w:rsidRPr="006A1CBD">
        <w:rPr>
          <w:b/>
          <w:bCs/>
          <w:sz w:val="24"/>
          <w:u w:val="single"/>
        </w:rPr>
        <w:t xml:space="preserve"> </w:t>
      </w:r>
      <w:r w:rsidRPr="006A1CBD">
        <w:rPr>
          <w:b/>
          <w:bCs/>
          <w:sz w:val="24"/>
          <w:u w:val="single"/>
        </w:rPr>
        <w:t>über</w:t>
      </w:r>
      <w:r>
        <w:rPr>
          <w:b/>
          <w:bCs/>
          <w:sz w:val="24"/>
          <w:u w:val="single"/>
        </w:rPr>
        <w:t xml:space="preserve"> die berufliche Grundbildung:</w:t>
      </w:r>
    </w:p>
    <w:p w14:paraId="222F8604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5498D3E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Abs. &amp; </w:t>
            </w:r>
            <w:proofErr w:type="spellStart"/>
            <w:r>
              <w:rPr>
                <w:b/>
                <w:bCs/>
                <w:sz w:val="24"/>
              </w:rPr>
              <w:t>Lit</w:t>
            </w:r>
            <w:proofErr w:type="spellEnd"/>
            <w:r>
              <w:rPr>
                <w:b/>
                <w:bCs/>
                <w:sz w:val="24"/>
              </w:rPr>
              <w:t>.</w:t>
            </w:r>
          </w:p>
        </w:tc>
        <w:tc>
          <w:tcPr>
            <w:tcW w:w="11910" w:type="dxa"/>
          </w:tcPr>
          <w:p w14:paraId="06076A8B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3C05810D" w14:textId="77777777" w:rsidR="00425059" w:rsidRDefault="00425059">
      <w:pPr>
        <w:pStyle w:val="Titre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5059" w14:paraId="391F5521" w14:textId="77777777">
        <w:trPr>
          <w:trHeight w:val="521"/>
        </w:trPr>
        <w:tc>
          <w:tcPr>
            <w:tcW w:w="2127" w:type="dxa"/>
          </w:tcPr>
          <w:p w14:paraId="3A34A7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1100AEF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2462C5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21198D3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1AFACA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E5DF2A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EAE2894" w14:textId="77777777">
        <w:trPr>
          <w:trHeight w:val="521"/>
        </w:trPr>
        <w:tc>
          <w:tcPr>
            <w:tcW w:w="1017" w:type="dxa"/>
          </w:tcPr>
          <w:p w14:paraId="38E029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AACBED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02175B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62A039A" w14:textId="77777777">
        <w:trPr>
          <w:trHeight w:val="521"/>
        </w:trPr>
        <w:tc>
          <w:tcPr>
            <w:tcW w:w="1017" w:type="dxa"/>
          </w:tcPr>
          <w:p w14:paraId="3A577E9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9A07C5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CCED7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A0974BA" w14:textId="77777777">
        <w:trPr>
          <w:trHeight w:val="521"/>
        </w:trPr>
        <w:tc>
          <w:tcPr>
            <w:tcW w:w="1017" w:type="dxa"/>
          </w:tcPr>
          <w:p w14:paraId="64D8F0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18E67B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2E9B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8AD89AC" w14:textId="77777777">
        <w:trPr>
          <w:trHeight w:val="521"/>
        </w:trPr>
        <w:tc>
          <w:tcPr>
            <w:tcW w:w="1017" w:type="dxa"/>
          </w:tcPr>
          <w:p w14:paraId="17CFD8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B5DF1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3C70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4E582F1" w14:textId="77777777">
        <w:trPr>
          <w:trHeight w:val="521"/>
        </w:trPr>
        <w:tc>
          <w:tcPr>
            <w:tcW w:w="1017" w:type="dxa"/>
          </w:tcPr>
          <w:p w14:paraId="448778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32513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161E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1BBBA38" w14:textId="77777777">
        <w:trPr>
          <w:trHeight w:val="521"/>
        </w:trPr>
        <w:tc>
          <w:tcPr>
            <w:tcW w:w="1017" w:type="dxa"/>
          </w:tcPr>
          <w:p w14:paraId="63DD286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63AA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91858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24071BA" w14:textId="77777777">
        <w:trPr>
          <w:trHeight w:val="521"/>
        </w:trPr>
        <w:tc>
          <w:tcPr>
            <w:tcW w:w="1017" w:type="dxa"/>
          </w:tcPr>
          <w:p w14:paraId="49E3E90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770C1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BCAE85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28C7C50A" w14:textId="77777777">
        <w:trPr>
          <w:trHeight w:val="521"/>
        </w:trPr>
        <w:tc>
          <w:tcPr>
            <w:tcW w:w="1017" w:type="dxa"/>
          </w:tcPr>
          <w:p w14:paraId="3D57CCC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C57D0D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F3030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12DECB9B" w14:textId="77777777" w:rsidR="00425059" w:rsidRDefault="00425059"/>
    <w:p w14:paraId="0835AAEA" w14:textId="77777777" w:rsidR="00425059" w:rsidRDefault="00425059"/>
    <w:p w14:paraId="0DEA8FEE" w14:textId="77777777" w:rsidR="00425059" w:rsidRDefault="00425059"/>
    <w:p w14:paraId="7AA0446C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  <w:r>
        <w:rPr>
          <w:b/>
          <w:bCs/>
          <w:sz w:val="24"/>
          <w:u w:val="single"/>
          <w:lang w:val="de-CH"/>
        </w:rPr>
        <w:t>3) Zum Bildungsplan:</w:t>
      </w:r>
    </w:p>
    <w:p w14:paraId="716DCE74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p w14:paraId="1C9635A6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425059" w14:paraId="21E10D15" w14:textId="77777777">
        <w:tc>
          <w:tcPr>
            <w:tcW w:w="1242" w:type="dxa"/>
          </w:tcPr>
          <w:p w14:paraId="4994DE5F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 xml:space="preserve">Seite </w:t>
            </w:r>
          </w:p>
        </w:tc>
        <w:tc>
          <w:tcPr>
            <w:tcW w:w="1877" w:type="dxa"/>
          </w:tcPr>
          <w:p w14:paraId="6F23BDC6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>Kapitel</w:t>
            </w:r>
          </w:p>
        </w:tc>
        <w:tc>
          <w:tcPr>
            <w:tcW w:w="10915" w:type="dxa"/>
          </w:tcPr>
          <w:p w14:paraId="493437E9" w14:textId="77777777" w:rsidR="00425059" w:rsidRDefault="00425059">
            <w:pPr>
              <w:pStyle w:val="Titre5"/>
              <w:tabs>
                <w:tab w:val="left" w:pos="1134"/>
              </w:tabs>
            </w:pPr>
            <w:r>
              <w:t>Bemerkung / Empfehlung</w:t>
            </w:r>
          </w:p>
          <w:p w14:paraId="7351BD8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</w:tbl>
    <w:p w14:paraId="51BFB013" w14:textId="77777777" w:rsidR="00425059" w:rsidRDefault="00425059">
      <w:pPr>
        <w:tabs>
          <w:tab w:val="left" w:pos="14034"/>
        </w:tabs>
        <w:rPr>
          <w:b/>
          <w:bCs/>
          <w:i/>
          <w:iCs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425059" w14:paraId="042496A8" w14:textId="77777777">
        <w:tc>
          <w:tcPr>
            <w:tcW w:w="1246" w:type="dxa"/>
          </w:tcPr>
          <w:p w14:paraId="41D2B3C0" w14:textId="77777777" w:rsidR="00425059" w:rsidRDefault="00425059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</w:rPr>
            </w:pPr>
          </w:p>
        </w:tc>
        <w:tc>
          <w:tcPr>
            <w:tcW w:w="1873" w:type="dxa"/>
          </w:tcPr>
          <w:p w14:paraId="4B46A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  <w:p w14:paraId="708E7F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</w:tc>
        <w:tc>
          <w:tcPr>
            <w:tcW w:w="10915" w:type="dxa"/>
          </w:tcPr>
          <w:p w14:paraId="25B3F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  <w:tr w:rsidR="00425059" w14:paraId="518F2E46" w14:textId="77777777">
        <w:tc>
          <w:tcPr>
            <w:tcW w:w="1246" w:type="dxa"/>
          </w:tcPr>
          <w:p w14:paraId="0AB45A8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40219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1FA2CEB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43E209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76E534E6" w14:textId="77777777">
        <w:tc>
          <w:tcPr>
            <w:tcW w:w="1246" w:type="dxa"/>
          </w:tcPr>
          <w:p w14:paraId="7CEF11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A781AC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6CA73F2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72E50F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5BE08C94" w14:textId="77777777">
        <w:tc>
          <w:tcPr>
            <w:tcW w:w="1246" w:type="dxa"/>
          </w:tcPr>
          <w:p w14:paraId="522B509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2BFA69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D65F03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7ABDBB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6E3571" w14:textId="77777777">
        <w:tc>
          <w:tcPr>
            <w:tcW w:w="1246" w:type="dxa"/>
          </w:tcPr>
          <w:p w14:paraId="507DFD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C6896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236C272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727EAF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46C0F4" w14:textId="77777777">
        <w:tc>
          <w:tcPr>
            <w:tcW w:w="1246" w:type="dxa"/>
          </w:tcPr>
          <w:p w14:paraId="1C04E18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24BE73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4F1B1D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73FAFC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491A4109" w14:textId="77777777">
        <w:tc>
          <w:tcPr>
            <w:tcW w:w="1246" w:type="dxa"/>
          </w:tcPr>
          <w:p w14:paraId="326526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D8EA8B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14EA71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11CCE1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8CFE677" w14:textId="77777777">
        <w:tc>
          <w:tcPr>
            <w:tcW w:w="1246" w:type="dxa"/>
          </w:tcPr>
          <w:p w14:paraId="0F3DCE7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5126622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89051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39290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FB36DF6" w14:textId="77777777">
        <w:tc>
          <w:tcPr>
            <w:tcW w:w="1246" w:type="dxa"/>
          </w:tcPr>
          <w:p w14:paraId="2AC9267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1D4944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5348DF0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2DA0DFB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</w:tbl>
    <w:p w14:paraId="718E4138" w14:textId="77777777" w:rsidR="00425059" w:rsidRDefault="00425059">
      <w:pPr>
        <w:tabs>
          <w:tab w:val="left" w:pos="4500"/>
          <w:tab w:val="left" w:pos="9180"/>
          <w:tab w:val="left" w:pos="12240"/>
        </w:tabs>
        <w:rPr>
          <w:sz w:val="24"/>
        </w:rPr>
      </w:pPr>
    </w:p>
    <w:p w14:paraId="7968ECCA" w14:textId="77777777" w:rsidR="00425059" w:rsidRDefault="00425059">
      <w:pPr>
        <w:tabs>
          <w:tab w:val="left" w:pos="4500"/>
          <w:tab w:val="left" w:pos="9180"/>
          <w:tab w:val="left" w:pos="12240"/>
        </w:tabs>
      </w:pPr>
    </w:p>
    <w:sectPr w:rsidR="0042505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50DE" w14:textId="77777777" w:rsidR="003508D7" w:rsidRDefault="003508D7">
      <w:r>
        <w:separator/>
      </w:r>
    </w:p>
  </w:endnote>
  <w:endnote w:type="continuationSeparator" w:id="0">
    <w:p w14:paraId="3F80DD5A" w14:textId="77777777" w:rsidR="003508D7" w:rsidRDefault="0035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3261" w14:textId="77777777" w:rsidR="003508D7" w:rsidRDefault="003508D7">
      <w:r>
        <w:separator/>
      </w:r>
    </w:p>
  </w:footnote>
  <w:footnote w:type="continuationSeparator" w:id="0">
    <w:p w14:paraId="0474BD44" w14:textId="77777777" w:rsidR="003508D7" w:rsidRDefault="00350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58E8D3DE" w:rsidR="00021526" w:rsidRDefault="00890D09">
          <w:pPr>
            <w:pStyle w:val="Logo"/>
          </w:pPr>
          <w:r>
            <w:drawing>
              <wp:inline distT="0" distB="0" distL="0" distR="0" wp14:anchorId="1A735C37" wp14:editId="14213487">
                <wp:extent cx="285750" cy="314325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En-tt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5C887627" w:rsidR="00021526" w:rsidRDefault="00890D09">
          <w:pPr>
            <w:pStyle w:val="Logo"/>
          </w:pPr>
          <w:r>
            <w:drawing>
              <wp:inline distT="0" distB="0" distL="0" distR="0" wp14:anchorId="45604CE9" wp14:editId="6E661033">
                <wp:extent cx="2057400" cy="65722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En-tt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136B6C"/>
    <w:rsid w:val="00190164"/>
    <w:rsid w:val="001C0825"/>
    <w:rsid w:val="001E1519"/>
    <w:rsid w:val="001F1979"/>
    <w:rsid w:val="002B53C5"/>
    <w:rsid w:val="00332D50"/>
    <w:rsid w:val="003508D7"/>
    <w:rsid w:val="00381865"/>
    <w:rsid w:val="003F5544"/>
    <w:rsid w:val="00425059"/>
    <w:rsid w:val="00492DC2"/>
    <w:rsid w:val="004D3F5B"/>
    <w:rsid w:val="005046B3"/>
    <w:rsid w:val="0055245F"/>
    <w:rsid w:val="00661C25"/>
    <w:rsid w:val="006A1CBD"/>
    <w:rsid w:val="006B4D5A"/>
    <w:rsid w:val="007B35A0"/>
    <w:rsid w:val="007E1AC2"/>
    <w:rsid w:val="00890D09"/>
    <w:rsid w:val="00936E68"/>
    <w:rsid w:val="0098072B"/>
    <w:rsid w:val="009A56C0"/>
    <w:rsid w:val="009A597E"/>
    <w:rsid w:val="00A0140F"/>
    <w:rsid w:val="00A11273"/>
    <w:rsid w:val="00A22801"/>
    <w:rsid w:val="00A416C4"/>
    <w:rsid w:val="00A4529E"/>
    <w:rsid w:val="00BD08B4"/>
    <w:rsid w:val="00BD3C57"/>
    <w:rsid w:val="00C37D22"/>
    <w:rsid w:val="00C96DA3"/>
    <w:rsid w:val="00D07909"/>
    <w:rsid w:val="00D71244"/>
    <w:rsid w:val="00D93006"/>
    <w:rsid w:val="00E15AE7"/>
    <w:rsid w:val="00E947F5"/>
    <w:rsid w:val="00E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Titre6">
    <w:name w:val="heading 6"/>
    <w:basedOn w:val="Normal"/>
    <w:next w:val="Normal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ous-titre">
    <w:name w:val="Subtitle"/>
    <w:basedOn w:val="Titre"/>
    <w:next w:val="Normal"/>
    <w:link w:val="Sous-titreCar"/>
    <w:qFormat/>
    <w:pPr>
      <w:outlineLvl w:val="1"/>
    </w:pPr>
    <w:rPr>
      <w:b w:val="0"/>
      <w:szCs w:val="24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paragraph" w:customStyle="1" w:styleId="Form">
    <w:name w:val="Form"/>
    <w:basedOn w:val="Normal"/>
    <w:rPr>
      <w:sz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4"/>
      <w:lang w:val="en-GB" w:eastAsia="en-US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  <w:rPr>
      <w:szCs w:val="24"/>
      <w:lang w:eastAsia="en-US"/>
    </w:rPr>
  </w:style>
  <w:style w:type="paragraph" w:styleId="Corpsdetexte2">
    <w:name w:val="Body Text 2"/>
    <w:basedOn w:val="Normal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4"/>
      <w:lang w:eastAsia="de-DE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eastAsia="de-DE"/>
    </w:rPr>
  </w:style>
  <w:style w:type="paragraph" w:styleId="Textedebulles">
    <w:name w:val="Balloon Text"/>
    <w:basedOn w:val="Normal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</w:rPr>
  </w:style>
  <w:style w:type="character" w:styleId="Appelnotedebasdep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Notedebasdepage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eastAsia="de-DE"/>
    </w:rPr>
  </w:style>
  <w:style w:type="paragraph" w:customStyle="1" w:styleId="zzKopfDept">
    <w:name w:val="zz KopfDept"/>
    <w:next w:val="Normal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</w:rPr>
  </w:style>
  <w:style w:type="paragraph" w:customStyle="1" w:styleId="zzKopfFett">
    <w:name w:val="zz KopfFett"/>
    <w:next w:val="En-tte"/>
    <w:rsid w:val="00D93006"/>
    <w:pPr>
      <w:suppressAutoHyphens/>
      <w:spacing w:line="200" w:lineRule="atLeast"/>
    </w:pPr>
    <w:rPr>
      <w:rFonts w:ascii="Arial" w:hAnsi="Arial"/>
      <w:b/>
      <w:noProof/>
      <w:sz w:val="15"/>
    </w:rPr>
  </w:style>
  <w:style w:type="character" w:customStyle="1" w:styleId="Sous-titreCar">
    <w:name w:val="Sous-titre Car"/>
    <w:basedOn w:val="Policepardfaut"/>
    <w:link w:val="Sous-titre"/>
    <w:rsid w:val="002B53C5"/>
    <w:rPr>
      <w:rFonts w:ascii="Arial" w:hAnsi="Arial" w:cs="Arial"/>
      <w:bCs/>
      <w:kern w:val="28"/>
      <w:sz w:val="4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4</Pages>
  <Words>147</Words>
  <Characters>18765</Characters>
  <Application>Microsoft Office Word</Application>
  <DocSecurity>0</DocSecurity>
  <Lines>156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Fathi Yaël SBFI</cp:lastModifiedBy>
  <cp:revision>4</cp:revision>
  <cp:lastPrinted>2009-02-17T09:42:00Z</cp:lastPrinted>
  <dcterms:created xsi:type="dcterms:W3CDTF">2026-01-07T09:45:00Z</dcterms:created>
  <dcterms:modified xsi:type="dcterms:W3CDTF">2026-01-07T09:58:00Z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